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7525D">
        <w:rPr>
          <w:rFonts w:ascii="Corbel" w:hAnsi="Corbel"/>
          <w:i/>
          <w:smallCaps/>
          <w:sz w:val="24"/>
          <w:szCs w:val="24"/>
        </w:rPr>
        <w:t xml:space="preserve"> </w:t>
      </w:r>
      <w:r w:rsidR="00CA27BA">
        <w:rPr>
          <w:rFonts w:ascii="Corbel" w:hAnsi="Corbel"/>
          <w:i/>
          <w:smallCaps/>
          <w:sz w:val="24"/>
          <w:szCs w:val="24"/>
        </w:rPr>
        <w:t>2019-2022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A27BA">
        <w:rPr>
          <w:rFonts w:ascii="Corbel" w:hAnsi="Corbel"/>
          <w:sz w:val="20"/>
          <w:szCs w:val="20"/>
        </w:rPr>
        <w:t>2019/2020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06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06151" w:rsidRPr="009C54AE" w:rsidTr="00B819C8">
        <w:tc>
          <w:tcPr>
            <w:tcW w:w="2694" w:type="dxa"/>
            <w:vAlign w:val="center"/>
          </w:tcPr>
          <w:p w:rsidR="00606151" w:rsidRPr="009C54AE" w:rsidRDefault="0060615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606151" w:rsidRPr="009C54AE" w:rsidRDefault="00606151" w:rsidP="00B87D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06151" w:rsidRPr="009C54AE" w:rsidTr="00B819C8">
        <w:tc>
          <w:tcPr>
            <w:tcW w:w="2694" w:type="dxa"/>
            <w:vAlign w:val="center"/>
          </w:tcPr>
          <w:p w:rsidR="00606151" w:rsidRPr="009C54AE" w:rsidRDefault="0060615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06151" w:rsidRPr="009C54AE" w:rsidRDefault="00606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606151" w:rsidRPr="009C54AE" w:rsidTr="00B819C8">
        <w:tc>
          <w:tcPr>
            <w:tcW w:w="2694" w:type="dxa"/>
            <w:vAlign w:val="center"/>
          </w:tcPr>
          <w:p w:rsidR="00606151" w:rsidRPr="009C54AE" w:rsidRDefault="0060615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06151" w:rsidRPr="009C54AE" w:rsidRDefault="00606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pięcioletnie</w:t>
            </w:r>
          </w:p>
        </w:tc>
      </w:tr>
      <w:tr w:rsidR="00606151" w:rsidRPr="009C54AE" w:rsidTr="00B819C8">
        <w:tc>
          <w:tcPr>
            <w:tcW w:w="2694" w:type="dxa"/>
            <w:vAlign w:val="center"/>
          </w:tcPr>
          <w:p w:rsidR="00606151" w:rsidRPr="009C54AE" w:rsidRDefault="0060615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06151" w:rsidRPr="009C54AE" w:rsidRDefault="00606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06151" w:rsidRPr="009C54AE" w:rsidTr="00B819C8">
        <w:tc>
          <w:tcPr>
            <w:tcW w:w="2694" w:type="dxa"/>
            <w:vAlign w:val="center"/>
          </w:tcPr>
          <w:p w:rsidR="00606151" w:rsidRPr="009C54AE" w:rsidRDefault="0060615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06151" w:rsidRPr="009C54AE" w:rsidRDefault="00606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06151" w:rsidRPr="009C54AE" w:rsidTr="00B819C8">
        <w:tc>
          <w:tcPr>
            <w:tcW w:w="2694" w:type="dxa"/>
            <w:vAlign w:val="center"/>
          </w:tcPr>
          <w:p w:rsidR="00606151" w:rsidRPr="009C54AE" w:rsidRDefault="0060615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06151" w:rsidRPr="009C54AE" w:rsidRDefault="00606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1 i 2</w:t>
            </w:r>
          </w:p>
        </w:tc>
      </w:tr>
      <w:tr w:rsidR="00606151" w:rsidRPr="009C54AE" w:rsidTr="00B819C8">
        <w:tc>
          <w:tcPr>
            <w:tcW w:w="2694" w:type="dxa"/>
            <w:vAlign w:val="center"/>
          </w:tcPr>
          <w:p w:rsidR="00606151" w:rsidRPr="009C54AE" w:rsidRDefault="0060615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06151" w:rsidRPr="00A924D5" w:rsidRDefault="00606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924D5">
              <w:rPr>
                <w:rFonts w:ascii="Corbel" w:eastAsia="Times New Roman" w:hAnsi="Corbel"/>
                <w:b w:val="0"/>
                <w:color w:val="00000A"/>
                <w:sz w:val="24"/>
              </w:rPr>
              <w:t xml:space="preserve">C. Wspieranie rozwoju dzieci w wieku przedszkolnym i młodszym wieku szkolnym  </w:t>
            </w:r>
          </w:p>
        </w:tc>
      </w:tr>
      <w:tr w:rsidR="00606151" w:rsidRPr="009C54AE" w:rsidTr="00B819C8">
        <w:tc>
          <w:tcPr>
            <w:tcW w:w="2694" w:type="dxa"/>
            <w:vAlign w:val="center"/>
          </w:tcPr>
          <w:p w:rsidR="00606151" w:rsidRPr="009C54AE" w:rsidRDefault="0060615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06151" w:rsidRPr="009C54AE" w:rsidRDefault="00606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06151" w:rsidRPr="009C54AE" w:rsidTr="00B819C8">
        <w:tc>
          <w:tcPr>
            <w:tcW w:w="2694" w:type="dxa"/>
            <w:vAlign w:val="center"/>
          </w:tcPr>
          <w:p w:rsidR="00606151" w:rsidRPr="009C54AE" w:rsidRDefault="0060615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06151" w:rsidRPr="009C54AE" w:rsidRDefault="00606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Marta Wrońska, 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</w:tc>
      </w:tr>
      <w:tr w:rsidR="00606151" w:rsidRPr="009C54AE" w:rsidTr="00B819C8">
        <w:tc>
          <w:tcPr>
            <w:tcW w:w="2694" w:type="dxa"/>
            <w:vAlign w:val="center"/>
          </w:tcPr>
          <w:p w:rsidR="00606151" w:rsidRPr="00316683" w:rsidRDefault="0060615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6683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316683">
              <w:rPr>
                <w:rFonts w:ascii="Corbel" w:hAnsi="Corbel"/>
                <w:sz w:val="24"/>
                <w:szCs w:val="24"/>
              </w:rPr>
              <w:t>o</w:t>
            </w:r>
            <w:r w:rsidRPr="00316683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606151" w:rsidRPr="00316683" w:rsidRDefault="00606151" w:rsidP="008326EF">
            <w:pPr>
              <w:rPr>
                <w:rFonts w:ascii="Corbel" w:hAnsi="Corbel"/>
              </w:rPr>
            </w:pPr>
          </w:p>
          <w:p w:rsidR="00606151" w:rsidRPr="00316683" w:rsidRDefault="00606151" w:rsidP="00B550D7">
            <w:pPr>
              <w:rPr>
                <w:rFonts w:ascii="Corbel" w:hAnsi="Corbel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550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7525D">
              <w:rPr>
                <w:rFonts w:ascii="Corbel" w:hAnsi="Corbel"/>
                <w:sz w:val="24"/>
                <w:szCs w:val="24"/>
              </w:rPr>
              <w:t xml:space="preserve"> i 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306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835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1835A1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7525D" w:rsidTr="0047525D">
        <w:tc>
          <w:tcPr>
            <w:tcW w:w="9778" w:type="dxa"/>
          </w:tcPr>
          <w:p w:rsidR="0047525D" w:rsidRDefault="0047525D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47525D">
              <w:rPr>
                <w:rFonts w:ascii="Corbel" w:hAnsi="Corbel"/>
                <w:b w:val="0"/>
                <w:smallCaps w:val="0"/>
                <w:szCs w:val="24"/>
              </w:rPr>
              <w:t>Podstawowa znajomość obsługi komputera zgodnie z wymaganiami programowymi do szkół ponadpodstawowych, konstytutywne umiejętności dotyczące wykorzystania programów biur</w:t>
            </w:r>
            <w:r w:rsidRPr="0047525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47525D">
              <w:rPr>
                <w:rFonts w:ascii="Corbel" w:hAnsi="Corbel"/>
                <w:b w:val="0"/>
                <w:smallCaps w:val="0"/>
                <w:szCs w:val="24"/>
              </w:rPr>
              <w:t>wych, graficznych. Znajomość zasad i metod komunikowania się za pomocą Internetu.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550D7" w:rsidRDefault="0071620A" w:rsidP="00B550D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0F6957" w:rsidRPr="00AF4A52" w:rsidTr="0068094E">
        <w:tc>
          <w:tcPr>
            <w:tcW w:w="675" w:type="dxa"/>
            <w:vAlign w:val="center"/>
          </w:tcPr>
          <w:p w:rsidR="000F6957" w:rsidRPr="00B550D7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50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0F6957" w:rsidRPr="00B550D7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Wyposażenie studentów w wiedzę i umiejętności w zakresie technologii informacyjno-komunikacyjnych.</w:t>
            </w:r>
          </w:p>
        </w:tc>
      </w:tr>
      <w:tr w:rsidR="000F6957" w:rsidRPr="00AF4A52" w:rsidTr="0068094E">
        <w:tc>
          <w:tcPr>
            <w:tcW w:w="675" w:type="dxa"/>
            <w:vAlign w:val="center"/>
          </w:tcPr>
          <w:p w:rsidR="000F6957" w:rsidRPr="00B550D7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0F6957" w:rsidRPr="00B550D7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Zapoznanie z urządzeniami mobilnymi w kontekście dynamicznych zmian technologic</w:t>
            </w:r>
            <w:r w:rsidRPr="00B550D7">
              <w:rPr>
                <w:rFonts w:ascii="Corbel" w:hAnsi="Corbel"/>
                <w:sz w:val="24"/>
                <w:szCs w:val="24"/>
              </w:rPr>
              <w:t>z</w:t>
            </w:r>
            <w:r w:rsidRPr="00B550D7">
              <w:rPr>
                <w:rFonts w:ascii="Corbel" w:hAnsi="Corbel"/>
                <w:sz w:val="24"/>
                <w:szCs w:val="24"/>
              </w:rPr>
              <w:t>nych.</w:t>
            </w:r>
          </w:p>
        </w:tc>
      </w:tr>
      <w:tr w:rsidR="000F6957" w:rsidRPr="00AF4A52" w:rsidTr="0068094E">
        <w:tc>
          <w:tcPr>
            <w:tcW w:w="675" w:type="dxa"/>
            <w:vAlign w:val="center"/>
          </w:tcPr>
          <w:p w:rsidR="000F6957" w:rsidRPr="00B550D7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50D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0F6957" w:rsidRPr="00B550D7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Wyposażenie studentów w wiedzę i umiejętności związane z bezpieczeństwem użytk</w:t>
            </w:r>
            <w:r w:rsidRPr="00B550D7">
              <w:rPr>
                <w:rFonts w:ascii="Corbel" w:hAnsi="Corbel"/>
                <w:sz w:val="24"/>
                <w:szCs w:val="24"/>
              </w:rPr>
              <w:t>o</w:t>
            </w:r>
            <w:r w:rsidRPr="00B550D7">
              <w:rPr>
                <w:rFonts w:ascii="Corbel" w:hAnsi="Corbel"/>
                <w:sz w:val="24"/>
                <w:szCs w:val="24"/>
              </w:rPr>
              <w:t>wania, konserwacją, zabezpieczeniem systemów operacyjnych, danych komputera.</w:t>
            </w:r>
          </w:p>
        </w:tc>
      </w:tr>
      <w:tr w:rsidR="000F6957" w:rsidRPr="00AF4A52" w:rsidTr="0068094E">
        <w:tc>
          <w:tcPr>
            <w:tcW w:w="675" w:type="dxa"/>
            <w:vAlign w:val="center"/>
          </w:tcPr>
          <w:p w:rsidR="000F6957" w:rsidRPr="00B550D7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50D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0F6957" w:rsidRPr="00B550D7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 xml:space="preserve">Kształtowanie i doskonalenie wiedzy i umiejętności w zakresie: </w:t>
            </w:r>
          </w:p>
          <w:p w:rsidR="000F6957" w:rsidRPr="00B550D7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zaawansowanych funkcji edytora tekstów,</w:t>
            </w:r>
          </w:p>
          <w:p w:rsidR="000F6957" w:rsidRPr="00B550D7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 xml:space="preserve">korzystania z usług sieci Internet, </w:t>
            </w:r>
          </w:p>
          <w:p w:rsidR="000F6957" w:rsidRPr="00B550D7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użytkowania arkusza kalkulacyjnego z uwzględnieniem wykorzystania formuł i funkcji,</w:t>
            </w:r>
          </w:p>
          <w:p w:rsidR="000F6957" w:rsidRPr="00B550D7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projektowania prezentacji multimedialnych,</w:t>
            </w:r>
          </w:p>
          <w:p w:rsidR="000F6957" w:rsidRPr="00B550D7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korzystania z platformy „e-learningowej” w procesie dydaktycznym,</w:t>
            </w:r>
          </w:p>
          <w:p w:rsidR="000F6957" w:rsidRPr="00B550D7" w:rsidRDefault="000F6957" w:rsidP="000F69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 xml:space="preserve">pracy w </w:t>
            </w:r>
            <w:proofErr w:type="spellStart"/>
            <w:r w:rsidRPr="00B550D7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B550D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550D7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B55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835A1" w:rsidRPr="009C54AE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60E73" w:rsidRPr="007D1809" w:rsidRDefault="009F4610" w:rsidP="007D180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D60E73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60E73" w:rsidRPr="00D60E73" w:rsidTr="002E18E5">
        <w:tc>
          <w:tcPr>
            <w:tcW w:w="1679" w:type="dxa"/>
          </w:tcPr>
          <w:p w:rsidR="00D60E73" w:rsidRPr="00B550D7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smallCaps w:val="0"/>
                <w:szCs w:val="24"/>
              </w:rPr>
              <w:t>EK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  <w:p w:rsidR="00D60E73" w:rsidRPr="00B550D7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D60E73" w:rsidRPr="00B550D7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</w:tcPr>
          <w:p w:rsidR="00D60E73" w:rsidRPr="00B550D7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Pr="00B550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Zaprezentuje możliwości wykorzystania platform eduk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cyjnych do rozwoju aktywności poznawczej dziecka.</w:t>
            </w:r>
          </w:p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 xml:space="preserve">Wymieni elementy platformy e-lerningowej oraz poda sposoby umieszczania na platformie materiałów zgodnie z zasadami dotyczącymi ochrony własności intelektualnej i prawami autorskimi.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C.W1.</w:t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Dokona oceny poziomu swojej wiedzy i umiejętności p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ruszania się w środowisku medialnym.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C.W.5</w:t>
            </w: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Zaprojektuje jednostkę dydaktyczną dla edukacji prze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szkolnej i wczesnoszkolnej z wykorzystaniem aplikacji komputerowych.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D7" w:rsidRDefault="00B550D7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C.W.3</w:t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Wykona materiały dydaktyczne potrzebne do edukacji przedszkolnej i wczesnoszkolnej oraz umieści je w Inte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necie zgodnie z podstawowymi zasadami komunikow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D7" w:rsidRDefault="00B550D7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Dobierze aplikacje mobilne dostosowane do potrzeb i predyspozycji dzieci przedszkolnych i wczesnoszkolnych i umożliwiające rozwój ich zainteresowań.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D7" w:rsidRDefault="00B550D7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C.U3</w:t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Wykorzysta nowoczesne technologie informacyjne do skonstruowania własnego planu rozwoju zawodowego w obszarze edukacji przedszkolnej i wczesnoszkolnej.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D7" w:rsidRDefault="00B550D7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C.U8</w:t>
            </w:r>
          </w:p>
        </w:tc>
      </w:tr>
    </w:tbl>
    <w:p w:rsidR="0085747A" w:rsidRPr="00B550D7" w:rsidRDefault="00675843" w:rsidP="00B550D7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B550D7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B550D7">
        <w:rPr>
          <w:rFonts w:ascii="Corbel" w:hAnsi="Corbel"/>
          <w:b/>
          <w:sz w:val="24"/>
          <w:szCs w:val="24"/>
        </w:rPr>
        <w:t xml:space="preserve"> </w:t>
      </w:r>
      <w:r w:rsidR="0085747A" w:rsidRPr="00B550D7">
        <w:rPr>
          <w:rFonts w:ascii="Corbel" w:hAnsi="Corbel"/>
          <w:b/>
          <w:sz w:val="24"/>
          <w:szCs w:val="24"/>
        </w:rPr>
        <w:t>T</w:t>
      </w:r>
      <w:r w:rsidR="001D7B54" w:rsidRPr="00B550D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550D7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D180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ma wykładów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DF569E" w:rsidRPr="00910CF4" w:rsidRDefault="0085747A" w:rsidP="00910CF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D2243F" w:rsidRDefault="00D2243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Treści merytoryczne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użytkowników; zapisywanie i wyszukiwanie plików w strukturze sieci LAN.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Bezpieczeństwo danych, konserwacja systemu operacyjnego (defragmentacja, skanowanie, oczyszczanie dysku narzędziami dostępnymi w systemie operacyjnym), znaczenie funkcji Windows Update;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Pojęcie akapitu, formatowanie akapitów, style (modyfikowanie, tworzenie nowych styli, zn</w:t>
            </w:r>
            <w:r w:rsidRPr="00B72E63">
              <w:rPr>
                <w:rFonts w:ascii="Corbel" w:hAnsi="Corbel"/>
                <w:sz w:val="24"/>
                <w:szCs w:val="24"/>
              </w:rPr>
              <w:t>a</w:t>
            </w:r>
            <w:r w:rsidRPr="00B72E63">
              <w:rPr>
                <w:rFonts w:ascii="Corbel" w:hAnsi="Corbel"/>
                <w:sz w:val="24"/>
                <w:szCs w:val="24"/>
              </w:rPr>
              <w:t>czenie w tworzeniu komponentów generowanych automatycznie);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 xml:space="preserve">Podział dokumentu na sekcje, tworzenie dokumentu w oparciu o style; 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Korespondencja seryjna, formularze elektroniczne;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Elementy graficzne, symbole, importowanie grafiki do dokumentu;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Recenzowanie dokumentów;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 xml:space="preserve">Podstawy usług sieci Internet – WWW, praca w </w:t>
            </w:r>
            <w:proofErr w:type="spellStart"/>
            <w:r w:rsidRPr="00B72E63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B72E63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72E63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B72E63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Podstawowe założenia dotyczące tworzenia prezentacji multimedialnych;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Projekt i wykonanie prezentacji multimedialnej;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 xml:space="preserve">Zasady tworzenia formuł w Excelu. Adresowanie względne, bezwzględne, mieszane. 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 xml:space="preserve">Funkcja: </w:t>
            </w:r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 xml:space="preserve">Suma, Średnia, </w:t>
            </w:r>
            <w:proofErr w:type="spellStart"/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>Zaokr</w:t>
            </w:r>
            <w:proofErr w:type="spellEnd"/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>Licz.Jeżeli</w:t>
            </w:r>
            <w:proofErr w:type="spellEnd"/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>, Jeżeli. Formatowanie warunkowe. Sortowanie d</w:t>
            </w:r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>a</w:t>
            </w:r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>nych.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 xml:space="preserve">Łączenie funkcji ze sobą – wielokrotna funkcja </w:t>
            </w:r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>Jeżeli</w:t>
            </w:r>
            <w:r w:rsidRPr="00B72E63">
              <w:rPr>
                <w:rFonts w:ascii="Corbel" w:hAnsi="Corbel"/>
                <w:sz w:val="24"/>
                <w:szCs w:val="24"/>
              </w:rPr>
              <w:t>. Komunikacja pomiędzy kilkoma ark</w:t>
            </w:r>
            <w:r w:rsidRPr="00B72E63">
              <w:rPr>
                <w:rFonts w:ascii="Corbel" w:hAnsi="Corbel"/>
                <w:sz w:val="24"/>
                <w:szCs w:val="24"/>
              </w:rPr>
              <w:t>u</w:t>
            </w:r>
            <w:r w:rsidRPr="00B72E63">
              <w:rPr>
                <w:rFonts w:ascii="Corbel" w:hAnsi="Corbel"/>
                <w:sz w:val="24"/>
                <w:szCs w:val="24"/>
              </w:rPr>
              <w:t>szami. Specjalne kopiowanie danych .</w:t>
            </w:r>
          </w:p>
        </w:tc>
      </w:tr>
    </w:tbl>
    <w:p w:rsidR="00DF569E" w:rsidRPr="009C54AE" w:rsidRDefault="00DF569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D2243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Pr="00B550D7" w:rsidRDefault="00D2243F" w:rsidP="00B550D7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Ć</w:t>
      </w:r>
      <w:r w:rsidRPr="002403C6">
        <w:rPr>
          <w:b w:val="0"/>
          <w:smallCaps w:val="0"/>
          <w:sz w:val="22"/>
        </w:rPr>
        <w:t xml:space="preserve">wiczenia </w:t>
      </w:r>
      <w:r>
        <w:rPr>
          <w:b w:val="0"/>
          <w:smallCaps w:val="0"/>
          <w:sz w:val="22"/>
        </w:rPr>
        <w:t xml:space="preserve">praktyczne </w:t>
      </w:r>
      <w:r w:rsidRPr="002403C6">
        <w:rPr>
          <w:b w:val="0"/>
          <w:smallCaps w:val="0"/>
          <w:sz w:val="22"/>
        </w:rPr>
        <w:t>realizowane w pracowni komputerowej, wykorzystan</w:t>
      </w:r>
      <w:r>
        <w:rPr>
          <w:b w:val="0"/>
          <w:smallCaps w:val="0"/>
          <w:sz w:val="22"/>
        </w:rPr>
        <w:t>ie platformy e-learningowej „Eureka”</w:t>
      </w:r>
    </w:p>
    <w:p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A924D5" w:rsidRDefault="0023412D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Ocena wypowiedzi ustnej</w:t>
            </w:r>
            <w:r w:rsidR="00BD0C28" w:rsidRPr="00A924D5">
              <w:rPr>
                <w:rFonts w:ascii="Corbel" w:hAnsi="Corbel"/>
                <w:sz w:val="24"/>
                <w:szCs w:val="24"/>
              </w:rPr>
              <w:t>/kolokwium</w:t>
            </w:r>
          </w:p>
        </w:tc>
        <w:tc>
          <w:tcPr>
            <w:tcW w:w="2126" w:type="dxa"/>
          </w:tcPr>
          <w:p w:rsidR="0085747A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A924D5" w:rsidRDefault="00910CF4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Autoewaluacja</w:t>
            </w:r>
          </w:p>
        </w:tc>
        <w:tc>
          <w:tcPr>
            <w:tcW w:w="2126" w:type="dxa"/>
          </w:tcPr>
          <w:p w:rsidR="0085747A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3412D" w:rsidRPr="009C54AE" w:rsidTr="004C0E7C">
        <w:trPr>
          <w:trHeight w:val="153"/>
        </w:trPr>
        <w:tc>
          <w:tcPr>
            <w:tcW w:w="1985" w:type="dxa"/>
          </w:tcPr>
          <w:p w:rsidR="0023412D" w:rsidRPr="009C54AE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:rsidR="0023412D" w:rsidRPr="00A924D5" w:rsidRDefault="00910CF4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Ocena wykonanej pracy</w:t>
            </w:r>
          </w:p>
        </w:tc>
        <w:tc>
          <w:tcPr>
            <w:tcW w:w="2126" w:type="dxa"/>
          </w:tcPr>
          <w:p w:rsidR="0023412D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3412D" w:rsidRPr="009C54AE" w:rsidTr="00C05F44">
        <w:tc>
          <w:tcPr>
            <w:tcW w:w="1985" w:type="dxa"/>
          </w:tcPr>
          <w:p w:rsidR="0023412D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:rsidR="0023412D" w:rsidRPr="00A924D5" w:rsidRDefault="004C0E7C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Sprawdzian praktyczny</w:t>
            </w:r>
          </w:p>
        </w:tc>
        <w:tc>
          <w:tcPr>
            <w:tcW w:w="2126" w:type="dxa"/>
          </w:tcPr>
          <w:p w:rsidR="0023412D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4C0E7C" w:rsidRPr="009C54AE" w:rsidTr="00C05F44">
        <w:tc>
          <w:tcPr>
            <w:tcW w:w="1985" w:type="dxa"/>
          </w:tcPr>
          <w:p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4C0E7C" w:rsidRPr="00A924D5" w:rsidRDefault="004C0E7C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Obserwacja pracy przy komputerze, ocena wykon</w:t>
            </w:r>
            <w:r w:rsidRPr="00A924D5">
              <w:rPr>
                <w:rFonts w:ascii="Corbel" w:hAnsi="Corbel"/>
                <w:sz w:val="24"/>
                <w:szCs w:val="24"/>
              </w:rPr>
              <w:t>a</w:t>
            </w:r>
            <w:r w:rsidRPr="00A924D5">
              <w:rPr>
                <w:rFonts w:ascii="Corbel" w:hAnsi="Corbel"/>
                <w:sz w:val="24"/>
                <w:szCs w:val="24"/>
              </w:rPr>
              <w:t>nej pracy</w:t>
            </w:r>
          </w:p>
        </w:tc>
        <w:tc>
          <w:tcPr>
            <w:tcW w:w="2126" w:type="dxa"/>
          </w:tcPr>
          <w:p w:rsidR="004C0E7C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4C0E7C" w:rsidRPr="009C54AE" w:rsidTr="00C05F44">
        <w:tc>
          <w:tcPr>
            <w:tcW w:w="1985" w:type="dxa"/>
          </w:tcPr>
          <w:p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0E7C" w:rsidRPr="00A924D5" w:rsidRDefault="00BD0C28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Obserwacja pracy przy komputerze, ocena wykon</w:t>
            </w:r>
            <w:r w:rsidRPr="00A924D5">
              <w:rPr>
                <w:rFonts w:ascii="Corbel" w:hAnsi="Corbel"/>
                <w:sz w:val="24"/>
                <w:szCs w:val="24"/>
              </w:rPr>
              <w:t>a</w:t>
            </w:r>
            <w:r w:rsidRPr="00A924D5">
              <w:rPr>
                <w:rFonts w:ascii="Corbel" w:hAnsi="Corbel"/>
                <w:sz w:val="24"/>
                <w:szCs w:val="24"/>
              </w:rPr>
              <w:t>nej pracy</w:t>
            </w:r>
          </w:p>
        </w:tc>
        <w:tc>
          <w:tcPr>
            <w:tcW w:w="2126" w:type="dxa"/>
          </w:tcPr>
          <w:p w:rsidR="004C0E7C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3412D" w:rsidRDefault="0023412D" w:rsidP="00EE2F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E2F50" w:rsidRDefault="003E1941" w:rsidP="00B550D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E925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E925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wykonanych ćwiczeń (samodzielność w wykonaniu zadań), aktywność na platformie e-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lerningowej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804B9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7940E4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7940E4">
              <w:rPr>
                <w:rFonts w:ascii="Corbel" w:hAnsi="Corbel"/>
                <w:sz w:val="24"/>
                <w:szCs w:val="24"/>
              </w:rPr>
              <w:t>:</w:t>
            </w:r>
          </w:p>
          <w:p w:rsidR="007940E4" w:rsidRPr="009C54AE" w:rsidRDefault="007940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</w:t>
            </w:r>
            <w:r w:rsidR="003646F9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Default="00C61DC5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940E4" w:rsidRPr="009C54AE" w:rsidRDefault="00A804B9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3646F9">
              <w:rPr>
                <w:rFonts w:ascii="Corbel" w:hAnsi="Corbel"/>
                <w:sz w:val="24"/>
                <w:szCs w:val="24"/>
              </w:rPr>
              <w:t>:</w:t>
            </w:r>
          </w:p>
          <w:p w:rsidR="003646F9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:rsidR="00C61DC5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:rsidR="003646F9" w:rsidRPr="009C54AE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:rsidR="00C61DC5" w:rsidRDefault="00C61DC5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645A4" w:rsidRDefault="00A645A4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645A4" w:rsidRDefault="00A804B9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A645A4" w:rsidRDefault="00A804B9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A645A4" w:rsidRPr="009C54AE" w:rsidRDefault="00A645A4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940E4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940E4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C919BC" w:rsidRPr="00060712" w:rsidRDefault="00923D7D" w:rsidP="0006071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C919BC" w:rsidRPr="009C54AE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</w:t>
            </w:r>
          </w:p>
        </w:tc>
      </w:tr>
    </w:tbl>
    <w:p w:rsidR="003E1941" w:rsidRPr="009C54AE" w:rsidRDefault="003E1941" w:rsidP="000607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D3FE4" w:rsidRPr="00AF4A52" w:rsidTr="00AD3FE4">
        <w:tc>
          <w:tcPr>
            <w:tcW w:w="7513" w:type="dxa"/>
          </w:tcPr>
          <w:p w:rsidR="00AD3FE4" w:rsidRPr="00411459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mallCaps/>
                <w:sz w:val="24"/>
                <w:szCs w:val="24"/>
              </w:rPr>
              <w:t>Literatura podstawowa:</w:t>
            </w:r>
            <w:r w:rsidRPr="0041145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1459">
              <w:rPr>
                <w:rFonts w:ascii="Corbel" w:hAnsi="Corbel"/>
                <w:sz w:val="24"/>
                <w:szCs w:val="24"/>
              </w:rPr>
              <w:t>Gogołek</w:t>
            </w:r>
            <w:proofErr w:type="spellEnd"/>
            <w:r w:rsidRPr="00411459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411459">
              <w:rPr>
                <w:rFonts w:ascii="Corbel" w:hAnsi="Corbel"/>
                <w:i/>
                <w:iCs/>
                <w:sz w:val="24"/>
                <w:szCs w:val="24"/>
              </w:rPr>
              <w:t>Informatyka dla humanistów</w:t>
            </w:r>
            <w:r w:rsidRPr="00411459">
              <w:rPr>
                <w:rFonts w:ascii="Corbel" w:hAnsi="Corbel"/>
                <w:sz w:val="24"/>
                <w:szCs w:val="24"/>
              </w:rPr>
              <w:t>, wyd. Kropki trzy, Warszawa 2012;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 xml:space="preserve">Kowalczyk G., </w:t>
            </w:r>
            <w:r w:rsidRPr="00411459">
              <w:rPr>
                <w:rFonts w:ascii="Corbel" w:hAnsi="Corbel"/>
                <w:i/>
                <w:sz w:val="24"/>
                <w:szCs w:val="24"/>
              </w:rPr>
              <w:t>Word 2016 PL,</w:t>
            </w:r>
            <w:r w:rsidRPr="00411459">
              <w:rPr>
                <w:rFonts w:ascii="Corbel" w:hAnsi="Corbel"/>
                <w:sz w:val="24"/>
                <w:szCs w:val="24"/>
              </w:rPr>
              <w:t xml:space="preserve"> Helion, Gliwice 2016.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411459">
              <w:rPr>
                <w:rFonts w:ascii="Corbel" w:hAnsi="Corbel"/>
                <w:sz w:val="24"/>
                <w:szCs w:val="24"/>
                <w:lang w:val="en-US" w:eastAsia="pl-PL"/>
              </w:rPr>
              <w:t>Walkenbach</w:t>
            </w:r>
            <w:proofErr w:type="spellEnd"/>
            <w:r w:rsidRPr="00411459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J., </w:t>
            </w:r>
            <w:r w:rsidRPr="00411459">
              <w:rPr>
                <w:rFonts w:ascii="Corbel" w:hAnsi="Corbel"/>
                <w:i/>
                <w:sz w:val="24"/>
                <w:szCs w:val="24"/>
                <w:lang w:val="en-US" w:eastAsia="pl-PL"/>
              </w:rPr>
              <w:t xml:space="preserve">Excel 20016 PL. </w:t>
            </w:r>
            <w:proofErr w:type="spellStart"/>
            <w:r w:rsidRPr="00411459">
              <w:rPr>
                <w:rFonts w:ascii="Corbel" w:hAnsi="Corbel"/>
                <w:i/>
                <w:sz w:val="24"/>
                <w:szCs w:val="24"/>
                <w:lang w:val="en-US" w:eastAsia="pl-PL"/>
              </w:rPr>
              <w:t>Biblia</w:t>
            </w:r>
            <w:proofErr w:type="spellEnd"/>
            <w:r w:rsidRPr="00411459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</w:t>
            </w:r>
            <w:proofErr w:type="spellStart"/>
            <w:r w:rsidRPr="00411459">
              <w:rPr>
                <w:rFonts w:ascii="Corbel" w:hAnsi="Corbel"/>
                <w:sz w:val="24"/>
                <w:szCs w:val="24"/>
                <w:lang w:val="en-US" w:eastAsia="pl-PL"/>
              </w:rPr>
              <w:t>wyd</w:t>
            </w:r>
            <w:proofErr w:type="spellEnd"/>
            <w:r w:rsidRPr="00411459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. </w:t>
            </w:r>
            <w:r w:rsidRPr="00411459">
              <w:rPr>
                <w:rFonts w:ascii="Corbel" w:hAnsi="Corbel"/>
                <w:sz w:val="24"/>
                <w:szCs w:val="24"/>
                <w:lang w:eastAsia="pl-PL"/>
              </w:rPr>
              <w:t xml:space="preserve">Helion, Gliwice 2016; 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bCs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 xml:space="preserve">Wróblewski P. </w:t>
            </w:r>
            <w:r w:rsidRPr="00411459">
              <w:rPr>
                <w:rFonts w:ascii="Corbel" w:hAnsi="Corbel"/>
                <w:i/>
                <w:sz w:val="24"/>
                <w:szCs w:val="24"/>
              </w:rPr>
              <w:t>Microsoft Office 2016 PL. w biurze i nie tylko</w:t>
            </w:r>
            <w:r w:rsidRPr="00411459">
              <w:rPr>
                <w:rFonts w:ascii="Corbel" w:hAnsi="Corbel"/>
                <w:sz w:val="24"/>
                <w:szCs w:val="24"/>
              </w:rPr>
              <w:t>, wyd. Helion, Gliwice 2016.</w:t>
            </w:r>
            <w:r w:rsidRPr="00411459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lastRenderedPageBreak/>
              <w:t xml:space="preserve">Zieliński Z., </w:t>
            </w:r>
            <w:r w:rsidRPr="00411459">
              <w:rPr>
                <w:rFonts w:ascii="Corbel" w:hAnsi="Corbel"/>
                <w:i/>
                <w:sz w:val="24"/>
                <w:szCs w:val="24"/>
              </w:rPr>
              <w:t>E-learning w edukacji</w:t>
            </w:r>
            <w:r w:rsidRPr="00411459">
              <w:rPr>
                <w:rFonts w:ascii="Corbel" w:hAnsi="Corbel"/>
                <w:sz w:val="24"/>
                <w:szCs w:val="24"/>
              </w:rPr>
              <w:t>, wyd. Helion,  Gliwice2012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>Strony internetowe: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>http://www.prezi.com</w:t>
            </w:r>
          </w:p>
          <w:p w:rsidR="00AD3FE4" w:rsidRPr="00B550D7" w:rsidRDefault="007705D3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hyperlink r:id="rId9" w:history="1">
              <w:r w:rsidR="00AD3FE4" w:rsidRPr="00B550D7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http://www.google.com</w:t>
              </w:r>
            </w:hyperlink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https://www.eureka.ur.edu.pl</w:t>
            </w:r>
          </w:p>
        </w:tc>
      </w:tr>
      <w:tr w:rsidR="00AD3FE4" w:rsidRPr="00AF4A52" w:rsidTr="00AD3FE4">
        <w:tc>
          <w:tcPr>
            <w:tcW w:w="7513" w:type="dxa"/>
          </w:tcPr>
          <w:p w:rsidR="00AD3FE4" w:rsidRPr="00411459" w:rsidRDefault="00AD3FE4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45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AD3FE4" w:rsidRPr="00411459" w:rsidRDefault="00AD3FE4" w:rsidP="00B72E63">
            <w:pPr>
              <w:pStyle w:val="Styl1"/>
              <w:numPr>
                <w:ilvl w:val="0"/>
                <w:numId w:val="5"/>
              </w:numPr>
              <w:ind w:left="147" w:hanging="147"/>
              <w:rPr>
                <w:rFonts w:ascii="Corbel" w:hAnsi="Corbel"/>
                <w:b w:val="0"/>
                <w:szCs w:val="24"/>
              </w:rPr>
            </w:pPr>
            <w:r w:rsidRPr="00411459">
              <w:rPr>
                <w:rFonts w:ascii="Corbel" w:hAnsi="Corbel"/>
                <w:b w:val="0"/>
                <w:szCs w:val="24"/>
              </w:rPr>
              <w:t xml:space="preserve">Walter N.(red.), </w:t>
            </w:r>
            <w:r w:rsidRPr="00411459">
              <w:rPr>
                <w:rFonts w:ascii="Corbel" w:hAnsi="Corbel"/>
                <w:b w:val="0"/>
                <w:i/>
                <w:szCs w:val="24"/>
              </w:rPr>
              <w:t>Zanurzeni w mediach konteksty edukacji medialnej,</w:t>
            </w:r>
            <w:r w:rsidRPr="00411459">
              <w:rPr>
                <w:rFonts w:ascii="Corbel" w:hAnsi="Corbel"/>
                <w:b w:val="0"/>
                <w:szCs w:val="24"/>
              </w:rPr>
              <w:t xml:space="preserve"> W</w:t>
            </w:r>
            <w:r w:rsidRPr="00411459">
              <w:rPr>
                <w:rFonts w:ascii="Corbel" w:hAnsi="Corbel"/>
                <w:b w:val="0"/>
                <w:szCs w:val="24"/>
              </w:rPr>
              <w:t>y</w:t>
            </w:r>
            <w:r w:rsidRPr="00411459">
              <w:rPr>
                <w:rFonts w:ascii="Corbel" w:hAnsi="Corbel"/>
                <w:b w:val="0"/>
                <w:szCs w:val="24"/>
              </w:rPr>
              <w:t>dawnictwo Naukowe Uniwersytetu im. Adama Mickiewicza w Poznaniu, 2016,  ss.206.</w:t>
            </w:r>
          </w:p>
          <w:p w:rsidR="009674C7" w:rsidRPr="00411459" w:rsidRDefault="009674C7" w:rsidP="00B72E6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 xml:space="preserve">Stachera H.,  </w:t>
            </w:r>
            <w:proofErr w:type="spellStart"/>
            <w:r w:rsidRPr="00411459">
              <w:rPr>
                <w:rFonts w:ascii="Corbel" w:hAnsi="Corbel"/>
                <w:sz w:val="24"/>
                <w:szCs w:val="24"/>
              </w:rPr>
              <w:t>Kijo</w:t>
            </w:r>
            <w:proofErr w:type="spellEnd"/>
            <w:r w:rsidRPr="00411459">
              <w:rPr>
                <w:rFonts w:ascii="Corbel" w:hAnsi="Corbel"/>
                <w:sz w:val="24"/>
                <w:szCs w:val="24"/>
              </w:rPr>
              <w:t xml:space="preserve"> A., Wilińska J., Jak pomagać uczniom rozwijać uzdo</w:t>
            </w:r>
            <w:r w:rsidRPr="00411459">
              <w:rPr>
                <w:rFonts w:ascii="Corbel" w:hAnsi="Corbel"/>
                <w:sz w:val="24"/>
                <w:szCs w:val="24"/>
              </w:rPr>
              <w:t>l</w:t>
            </w:r>
            <w:r w:rsidRPr="00411459">
              <w:rPr>
                <w:rFonts w:ascii="Corbel" w:hAnsi="Corbel"/>
                <w:sz w:val="24"/>
                <w:szCs w:val="24"/>
              </w:rPr>
              <w:t xml:space="preserve">nienia informatyczne?, </w:t>
            </w:r>
            <w:proofErr w:type="spellStart"/>
            <w:r w:rsidRPr="00411459">
              <w:rPr>
                <w:rFonts w:ascii="Corbel" w:hAnsi="Corbel"/>
                <w:sz w:val="24"/>
                <w:szCs w:val="24"/>
              </w:rPr>
              <w:t>Wyd.ORE</w:t>
            </w:r>
            <w:proofErr w:type="spellEnd"/>
            <w:r w:rsidRPr="00411459">
              <w:rPr>
                <w:rFonts w:ascii="Corbel" w:hAnsi="Corbel"/>
                <w:sz w:val="24"/>
                <w:szCs w:val="24"/>
              </w:rPr>
              <w:t>, Warszawa 2014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>P</w:t>
            </w:r>
            <w:r w:rsidR="009674C7" w:rsidRPr="00411459">
              <w:rPr>
                <w:rFonts w:ascii="Corbel" w:hAnsi="Corbel"/>
                <w:sz w:val="24"/>
                <w:szCs w:val="24"/>
              </w:rPr>
              <w:t>C WORLD Komputer (czasopismo)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85F0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785F0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5D3" w:rsidRDefault="007705D3" w:rsidP="00C16ABF">
      <w:pPr>
        <w:spacing w:after="0" w:line="240" w:lineRule="auto"/>
      </w:pPr>
      <w:r>
        <w:separator/>
      </w:r>
    </w:p>
  </w:endnote>
  <w:endnote w:type="continuationSeparator" w:id="0">
    <w:p w:rsidR="007705D3" w:rsidRDefault="007705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5D3" w:rsidRDefault="007705D3" w:rsidP="00C16ABF">
      <w:pPr>
        <w:spacing w:after="0" w:line="240" w:lineRule="auto"/>
      </w:pPr>
      <w:r>
        <w:separator/>
      </w:r>
    </w:p>
  </w:footnote>
  <w:footnote w:type="continuationSeparator" w:id="0">
    <w:p w:rsidR="007705D3" w:rsidRDefault="007705D3" w:rsidP="00C16ABF">
      <w:pPr>
        <w:spacing w:after="0" w:line="240" w:lineRule="auto"/>
      </w:pPr>
      <w:r>
        <w:continuationSeparator/>
      </w:r>
    </w:p>
  </w:footnote>
  <w:footnote w:id="1">
    <w:p w:rsidR="00D60E73" w:rsidRDefault="00D60E73" w:rsidP="00D60E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9531C"/>
    <w:multiLevelType w:val="hybridMultilevel"/>
    <w:tmpl w:val="26A26F3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02A7C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D3C3F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D840308"/>
    <w:multiLevelType w:val="hybridMultilevel"/>
    <w:tmpl w:val="ED0459E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71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DA2"/>
    <w:rsid w:val="000D04B0"/>
    <w:rsid w:val="000F1C57"/>
    <w:rsid w:val="000F5615"/>
    <w:rsid w:val="000F695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5A1"/>
    <w:rsid w:val="00192F37"/>
    <w:rsid w:val="001A70D2"/>
    <w:rsid w:val="001C7146"/>
    <w:rsid w:val="001D41E0"/>
    <w:rsid w:val="001D657B"/>
    <w:rsid w:val="001D7B54"/>
    <w:rsid w:val="001E0209"/>
    <w:rsid w:val="001E06CF"/>
    <w:rsid w:val="001F2CA2"/>
    <w:rsid w:val="002144C0"/>
    <w:rsid w:val="0022477D"/>
    <w:rsid w:val="002278A9"/>
    <w:rsid w:val="002336F9"/>
    <w:rsid w:val="0023412D"/>
    <w:rsid w:val="0024028F"/>
    <w:rsid w:val="00244ABC"/>
    <w:rsid w:val="00247C2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E5"/>
    <w:rsid w:val="002F02A3"/>
    <w:rsid w:val="002F4ABE"/>
    <w:rsid w:val="003018BA"/>
    <w:rsid w:val="0030395F"/>
    <w:rsid w:val="00305C92"/>
    <w:rsid w:val="003151C5"/>
    <w:rsid w:val="00316683"/>
    <w:rsid w:val="003343CF"/>
    <w:rsid w:val="00346FE9"/>
    <w:rsid w:val="0034759A"/>
    <w:rsid w:val="003503F6"/>
    <w:rsid w:val="003530DD"/>
    <w:rsid w:val="00363F78"/>
    <w:rsid w:val="003646F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1459"/>
    <w:rsid w:val="00414E3C"/>
    <w:rsid w:val="0042244A"/>
    <w:rsid w:val="0042745A"/>
    <w:rsid w:val="00431D5C"/>
    <w:rsid w:val="004362C6"/>
    <w:rsid w:val="00437FA2"/>
    <w:rsid w:val="00445970"/>
    <w:rsid w:val="00450EF5"/>
    <w:rsid w:val="0045729E"/>
    <w:rsid w:val="00461EFC"/>
    <w:rsid w:val="004652C2"/>
    <w:rsid w:val="004706D1"/>
    <w:rsid w:val="00471326"/>
    <w:rsid w:val="0047525D"/>
    <w:rsid w:val="0047598D"/>
    <w:rsid w:val="004840FD"/>
    <w:rsid w:val="00490F7D"/>
    <w:rsid w:val="00491678"/>
    <w:rsid w:val="004968E2"/>
    <w:rsid w:val="004A3EEA"/>
    <w:rsid w:val="004A4D1F"/>
    <w:rsid w:val="004C0E7C"/>
    <w:rsid w:val="004D5282"/>
    <w:rsid w:val="004F1551"/>
    <w:rsid w:val="004F55A3"/>
    <w:rsid w:val="0050496F"/>
    <w:rsid w:val="00513B6F"/>
    <w:rsid w:val="00517C63"/>
    <w:rsid w:val="00526C94"/>
    <w:rsid w:val="0053060F"/>
    <w:rsid w:val="005346A4"/>
    <w:rsid w:val="005363C4"/>
    <w:rsid w:val="00536BDE"/>
    <w:rsid w:val="00543ACC"/>
    <w:rsid w:val="00546400"/>
    <w:rsid w:val="0056696D"/>
    <w:rsid w:val="00573EF9"/>
    <w:rsid w:val="00574AD9"/>
    <w:rsid w:val="0059484D"/>
    <w:rsid w:val="005A0855"/>
    <w:rsid w:val="005A3196"/>
    <w:rsid w:val="005C080F"/>
    <w:rsid w:val="005C55E5"/>
    <w:rsid w:val="005C696A"/>
    <w:rsid w:val="005E6E85"/>
    <w:rsid w:val="005F31D2"/>
    <w:rsid w:val="0060615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387E"/>
    <w:rsid w:val="006C4DE1"/>
    <w:rsid w:val="006D050F"/>
    <w:rsid w:val="006D6139"/>
    <w:rsid w:val="006E5B7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5D3"/>
    <w:rsid w:val="0078168C"/>
    <w:rsid w:val="00785F0E"/>
    <w:rsid w:val="00787C2A"/>
    <w:rsid w:val="00790E27"/>
    <w:rsid w:val="007940E4"/>
    <w:rsid w:val="007A4022"/>
    <w:rsid w:val="007A6E6E"/>
    <w:rsid w:val="007C3299"/>
    <w:rsid w:val="007C3BCC"/>
    <w:rsid w:val="007C4546"/>
    <w:rsid w:val="007D1809"/>
    <w:rsid w:val="007D6E56"/>
    <w:rsid w:val="007F1652"/>
    <w:rsid w:val="007F4155"/>
    <w:rsid w:val="0080245E"/>
    <w:rsid w:val="00805A58"/>
    <w:rsid w:val="0081554D"/>
    <w:rsid w:val="0081707E"/>
    <w:rsid w:val="008326EF"/>
    <w:rsid w:val="008449B3"/>
    <w:rsid w:val="0085747A"/>
    <w:rsid w:val="008732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CF4"/>
    <w:rsid w:val="00916188"/>
    <w:rsid w:val="00923D7D"/>
    <w:rsid w:val="009508DF"/>
    <w:rsid w:val="00950DAC"/>
    <w:rsid w:val="00954A07"/>
    <w:rsid w:val="00960226"/>
    <w:rsid w:val="009674C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3A7"/>
    <w:rsid w:val="00A43BF6"/>
    <w:rsid w:val="00A53FA5"/>
    <w:rsid w:val="00A54817"/>
    <w:rsid w:val="00A601C8"/>
    <w:rsid w:val="00A60799"/>
    <w:rsid w:val="00A645A4"/>
    <w:rsid w:val="00A804B9"/>
    <w:rsid w:val="00A84C85"/>
    <w:rsid w:val="00A924D5"/>
    <w:rsid w:val="00A97DE1"/>
    <w:rsid w:val="00AA4D8E"/>
    <w:rsid w:val="00AB053C"/>
    <w:rsid w:val="00AD1146"/>
    <w:rsid w:val="00AD27D3"/>
    <w:rsid w:val="00AD3FE4"/>
    <w:rsid w:val="00AD66D6"/>
    <w:rsid w:val="00AE069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0D7"/>
    <w:rsid w:val="00B607DB"/>
    <w:rsid w:val="00B66529"/>
    <w:rsid w:val="00B72E63"/>
    <w:rsid w:val="00B75946"/>
    <w:rsid w:val="00B8056E"/>
    <w:rsid w:val="00B819C8"/>
    <w:rsid w:val="00B82308"/>
    <w:rsid w:val="00B8346D"/>
    <w:rsid w:val="00B90885"/>
    <w:rsid w:val="00BA6296"/>
    <w:rsid w:val="00BB520A"/>
    <w:rsid w:val="00BD0C2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19BC"/>
    <w:rsid w:val="00C94B98"/>
    <w:rsid w:val="00CA27BA"/>
    <w:rsid w:val="00CA2B96"/>
    <w:rsid w:val="00CA5089"/>
    <w:rsid w:val="00CB2E80"/>
    <w:rsid w:val="00CB42CB"/>
    <w:rsid w:val="00CD6897"/>
    <w:rsid w:val="00CE5BAC"/>
    <w:rsid w:val="00CF25BE"/>
    <w:rsid w:val="00CF78ED"/>
    <w:rsid w:val="00D02B25"/>
    <w:rsid w:val="00D02EBA"/>
    <w:rsid w:val="00D17C3C"/>
    <w:rsid w:val="00D2243F"/>
    <w:rsid w:val="00D26B2C"/>
    <w:rsid w:val="00D30557"/>
    <w:rsid w:val="00D352C9"/>
    <w:rsid w:val="00D425B2"/>
    <w:rsid w:val="00D428D6"/>
    <w:rsid w:val="00D552B2"/>
    <w:rsid w:val="00D557E3"/>
    <w:rsid w:val="00D608D1"/>
    <w:rsid w:val="00D60E73"/>
    <w:rsid w:val="00D74119"/>
    <w:rsid w:val="00D75143"/>
    <w:rsid w:val="00D8075B"/>
    <w:rsid w:val="00D8678B"/>
    <w:rsid w:val="00DA2114"/>
    <w:rsid w:val="00DE09C0"/>
    <w:rsid w:val="00DE4A14"/>
    <w:rsid w:val="00DF320D"/>
    <w:rsid w:val="00DF569E"/>
    <w:rsid w:val="00DF71C8"/>
    <w:rsid w:val="00E03A72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25B3"/>
    <w:rsid w:val="00E960BB"/>
    <w:rsid w:val="00EA2074"/>
    <w:rsid w:val="00EA4832"/>
    <w:rsid w:val="00EA4E9D"/>
    <w:rsid w:val="00EC4899"/>
    <w:rsid w:val="00ED03AB"/>
    <w:rsid w:val="00ED32D2"/>
    <w:rsid w:val="00EE2F50"/>
    <w:rsid w:val="00EE32DE"/>
    <w:rsid w:val="00EE5457"/>
    <w:rsid w:val="00EF4802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google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A11DF-D73E-40B9-BD8D-9EBE899C5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1136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2019-10-24T15:32:00Z</dcterms:created>
  <dcterms:modified xsi:type="dcterms:W3CDTF">2021-01-21T11:19:00Z</dcterms:modified>
</cp:coreProperties>
</file>